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78D" w:rsidRDefault="000E37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урока: «Функция, способы задания функции. Свойства функции».</w:t>
      </w:r>
    </w:p>
    <w:p w:rsidR="000E378D" w:rsidRDefault="000E37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Теоретическая часть.</w:t>
      </w:r>
    </w:p>
    <w:p w:rsidR="000E378D" w:rsidRDefault="000E37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Изучите по учебнику п.3 (стр.21), п.4 (стр.31), п.5 (стр.40).</w:t>
      </w:r>
    </w:p>
    <w:p w:rsidR="000E378D" w:rsidRDefault="000E37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Ответьте письменно на вопросы:</w:t>
      </w:r>
    </w:p>
    <w:p w:rsidR="000E378D" w:rsidRDefault="000E378D" w:rsidP="000F2EBF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C50052">
        <w:rPr>
          <w:rFonts w:ascii="Times New Roman" w:hAnsi="Times New Roman"/>
          <w:bCs/>
          <w:sz w:val="28"/>
          <w:szCs w:val="28"/>
        </w:rPr>
        <w:t>Функция, способы задания функции.</w:t>
      </w:r>
    </w:p>
    <w:p w:rsidR="000E378D" w:rsidRDefault="000E378D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C50052">
        <w:rPr>
          <w:rFonts w:ascii="Times New Roman" w:hAnsi="Times New Roman"/>
          <w:bCs/>
          <w:sz w:val="28"/>
          <w:szCs w:val="28"/>
        </w:rPr>
        <w:t xml:space="preserve">Взаимно обратные функции. </w:t>
      </w:r>
    </w:p>
    <w:p w:rsidR="000E378D" w:rsidRDefault="000E378D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3. </w:t>
      </w:r>
      <w:r w:rsidRPr="00C50052">
        <w:rPr>
          <w:rFonts w:ascii="Times New Roman" w:hAnsi="Times New Roman"/>
          <w:bCs/>
          <w:sz w:val="28"/>
          <w:szCs w:val="28"/>
        </w:rPr>
        <w:t xml:space="preserve">График функции. </w:t>
      </w:r>
    </w:p>
    <w:p w:rsidR="000E378D" w:rsidRDefault="000E378D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4. </w:t>
      </w:r>
      <w:r w:rsidRPr="00C50052">
        <w:rPr>
          <w:rFonts w:ascii="Times New Roman" w:hAnsi="Times New Roman"/>
          <w:bCs/>
          <w:sz w:val="28"/>
          <w:szCs w:val="28"/>
        </w:rPr>
        <w:t xml:space="preserve">Область определения и множество значений функции. </w:t>
      </w:r>
    </w:p>
    <w:p w:rsidR="000E378D" w:rsidRDefault="000E378D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5.  </w:t>
      </w:r>
      <w:r w:rsidRPr="00C50052">
        <w:rPr>
          <w:rFonts w:ascii="Times New Roman" w:hAnsi="Times New Roman"/>
          <w:bCs/>
          <w:sz w:val="28"/>
          <w:szCs w:val="28"/>
        </w:rPr>
        <w:t xml:space="preserve">Нули функции. </w:t>
      </w:r>
    </w:p>
    <w:p w:rsidR="000E378D" w:rsidRDefault="000E378D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6. </w:t>
      </w:r>
      <w:r w:rsidRPr="00C50052">
        <w:rPr>
          <w:rFonts w:ascii="Times New Roman" w:hAnsi="Times New Roman"/>
          <w:bCs/>
          <w:sz w:val="28"/>
          <w:szCs w:val="28"/>
        </w:rPr>
        <w:t>Промежутки знакопостоянства</w:t>
      </w:r>
      <w:r>
        <w:rPr>
          <w:rFonts w:ascii="Times New Roman" w:hAnsi="Times New Roman"/>
          <w:bCs/>
          <w:sz w:val="28"/>
          <w:szCs w:val="28"/>
        </w:rPr>
        <w:t xml:space="preserve"> функции</w:t>
      </w:r>
      <w:r w:rsidRPr="00C50052">
        <w:rPr>
          <w:rFonts w:ascii="Times New Roman" w:hAnsi="Times New Roman"/>
          <w:bCs/>
          <w:sz w:val="28"/>
          <w:szCs w:val="28"/>
        </w:rPr>
        <w:t xml:space="preserve">. </w:t>
      </w:r>
    </w:p>
    <w:p w:rsidR="000E378D" w:rsidRPr="00C50052" w:rsidRDefault="000E37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7. </w:t>
      </w:r>
      <w:r w:rsidRPr="00C50052">
        <w:rPr>
          <w:rFonts w:ascii="Times New Roman" w:hAnsi="Times New Roman"/>
          <w:bCs/>
          <w:sz w:val="28"/>
          <w:szCs w:val="28"/>
        </w:rPr>
        <w:t>Чётные и нечётные функции.</w:t>
      </w:r>
    </w:p>
    <w:p w:rsidR="000E378D" w:rsidRDefault="000E37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часть. </w:t>
      </w:r>
    </w:p>
    <w:p w:rsidR="000E378D" w:rsidRPr="00DC1017" w:rsidRDefault="000E37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Запишите в конспекте  решение № 40 (а, в), 41 (а, в), 43, 57 (а, г). </w:t>
      </w:r>
    </w:p>
    <w:sectPr w:rsidR="000E378D" w:rsidRPr="00DC1017" w:rsidSect="00103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34E2B"/>
    <w:multiLevelType w:val="hybridMultilevel"/>
    <w:tmpl w:val="12E8A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94A"/>
    <w:rsid w:val="00005ED4"/>
    <w:rsid w:val="00037599"/>
    <w:rsid w:val="000A1C00"/>
    <w:rsid w:val="000E378D"/>
    <w:rsid w:val="000F2EBF"/>
    <w:rsid w:val="00103761"/>
    <w:rsid w:val="001C6D56"/>
    <w:rsid w:val="002656D0"/>
    <w:rsid w:val="00294FE0"/>
    <w:rsid w:val="002B13DA"/>
    <w:rsid w:val="002B257B"/>
    <w:rsid w:val="00335ABC"/>
    <w:rsid w:val="00343E70"/>
    <w:rsid w:val="003B22F6"/>
    <w:rsid w:val="003F531D"/>
    <w:rsid w:val="0041542F"/>
    <w:rsid w:val="00441177"/>
    <w:rsid w:val="004950BF"/>
    <w:rsid w:val="004D75F8"/>
    <w:rsid w:val="006F794A"/>
    <w:rsid w:val="00795928"/>
    <w:rsid w:val="007B281B"/>
    <w:rsid w:val="007F296C"/>
    <w:rsid w:val="00913B9F"/>
    <w:rsid w:val="00A32E13"/>
    <w:rsid w:val="00A4067F"/>
    <w:rsid w:val="00AF3FC8"/>
    <w:rsid w:val="00BC228E"/>
    <w:rsid w:val="00C50052"/>
    <w:rsid w:val="00D866C7"/>
    <w:rsid w:val="00DA7819"/>
    <w:rsid w:val="00DC1017"/>
    <w:rsid w:val="00DE6AD8"/>
    <w:rsid w:val="00E82466"/>
    <w:rsid w:val="00F160BF"/>
    <w:rsid w:val="00F83560"/>
    <w:rsid w:val="00FC71F7"/>
    <w:rsid w:val="00FD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7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A406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40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6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05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1</Pages>
  <Words>77</Words>
  <Characters>444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Люся</dc:creator>
  <cp:keywords/>
  <dc:description/>
  <cp:lastModifiedBy>Temp</cp:lastModifiedBy>
  <cp:revision>14</cp:revision>
  <dcterms:created xsi:type="dcterms:W3CDTF">2020-11-29T22:13:00Z</dcterms:created>
  <dcterms:modified xsi:type="dcterms:W3CDTF">2006-01-01T23:32:00Z</dcterms:modified>
</cp:coreProperties>
</file>