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5B" w:rsidRDefault="0003515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урока: «Прогрессии в задачах»</w:t>
      </w:r>
      <w:r>
        <w:rPr>
          <w:rFonts w:ascii="Times New Roman" w:hAnsi="Times New Roman"/>
          <w:sz w:val="28"/>
          <w:szCs w:val="28"/>
        </w:rPr>
        <w:t>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Математика – наука очень древняя и возникла из практических нужд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человека. Видимо, и прогрессии имеют определенное практическое значение.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Термин “прогрессия” был введен римским автором Боэцием (в 6 веке) 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понимался в более широком смысле, как бесконечная числовая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последовательность. Названия “арифметическая” и “геометрическая” были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перенесены из теории непрерывных пропорц</w:t>
      </w:r>
      <w:r>
        <w:rPr>
          <w:rFonts w:ascii="Times New Roman" w:hAnsi="Times New Roman"/>
          <w:sz w:val="28"/>
          <w:szCs w:val="28"/>
        </w:rPr>
        <w:t xml:space="preserve">ий, которыми занимались древние </w:t>
      </w:r>
      <w:r w:rsidRPr="00DE30DA">
        <w:rPr>
          <w:rFonts w:ascii="Times New Roman" w:hAnsi="Times New Roman"/>
          <w:sz w:val="28"/>
          <w:szCs w:val="28"/>
        </w:rPr>
        <w:t>греки.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Формула суммы членов арифметической прогрессии была доказана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древнегреческим ученым Диофантом (в 3 веке).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Некоторые формулы, относящиеся к прогрессиям, были известны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китайским и индийским ученым (V в.).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Примеры отдельных арифметических и геометрических прогрессий можно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встретить еще в древневавилонских и греческих надписях, имеющих возраст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около четырех тысячелетий и более. В древней Греции еще пять столетий до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н.э. были известны такие суммы: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1+2+3+…+n=½n(n+1);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1+3+5+…+(2n-1)=n 2 ;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2+4+6+…+2n=n(n+1).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клинописных табличках вавилонян, как и в египетских папирусах,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относящихся ко второму тысячелетию до нашей эры, встречаются примеры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арифметических и геометрических прогрессий. Вот пример задачи из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египетского папируса Ахмеса: «Пусть тебе сказано: раздели 10 мер ячменя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между 10 человеками и, разность же между каждым человеком и его соседом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равна меры».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Задачи на прогрессии, дошедшие до нас из древности, были связаны с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запросами хозяйственной жизни: распределение продуктов, деление наследства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и другие.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Понятие «арифметическая прогрессия»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Арифметическая прогре́ссия — числовая последовательность, в которой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каждое последующее число, начиная со второго, получается из предыдущего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увеличением его на определённое число.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Понятие «геометрическая прогрессия»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Геометри́ческая прогре́ссия — последовательность чисел, в которой каждое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последующее число, начиная со второго, получается из предыдущего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умножением его на определённое число.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Исторические задачи: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1.Задача-легенда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Индийский царь Шерам позвал к себе изобретателя шахматной игры, своего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подданного Сету, чтобы наградить его за остроумную выдумку. Сета, издеваясь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над царем, потребовал за первую клетку шахматной доски 1 зерно, за вторую 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2 зерна, за третью — 4 зерна и т. д. Обрадованный царь посмеялся над Сетой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приказал выдать ему такую «скромную» награду. Стоит ли царю смеяться?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Решение:</w:t>
      </w:r>
    </w:p>
    <w:p w:rsidR="0003515B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Дано:</w:t>
      </w:r>
      <w:r w:rsidRPr="00641EC9">
        <w:t xml:space="preserve"> </w:t>
      </w:r>
      <w:r>
        <w:rPr>
          <w:rFonts w:ascii="Times New Roman" w:hAnsi="Times New Roman"/>
          <w:sz w:val="28"/>
          <w:szCs w:val="28"/>
        </w:rPr>
        <w:t xml:space="preserve">Дано: </w:t>
      </w:r>
      <w:r w:rsidRPr="00DE30DA">
        <w:rPr>
          <w:rFonts w:ascii="Times New Roman" w:hAnsi="Times New Roman"/>
          <w:sz w:val="28"/>
          <w:szCs w:val="28"/>
        </w:rPr>
        <w:t>1, 2, 4, 8, 16…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Первый член равен 1, </w:t>
      </w:r>
      <w:r w:rsidRPr="00DE30DA">
        <w:rPr>
          <w:rFonts w:ascii="Times New Roman" w:hAnsi="Times New Roman"/>
          <w:sz w:val="28"/>
          <w:szCs w:val="28"/>
        </w:rPr>
        <w:t>q=2, n = 64</w:t>
      </w:r>
      <w:r>
        <w:rPr>
          <w:rFonts w:ascii="Times New Roman" w:hAnsi="Times New Roman"/>
          <w:sz w:val="28"/>
          <w:szCs w:val="28"/>
        </w:rPr>
        <w:t>. Чтобы найти количество выданных зёрен, необходимо 2 возвести в 64 степень и вычесть 1.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Сумма равна 18 446 744 073 709 551</w:t>
      </w:r>
      <w:r>
        <w:rPr>
          <w:rFonts w:ascii="Times New Roman" w:hAnsi="Times New Roman"/>
          <w:sz w:val="28"/>
          <w:szCs w:val="28"/>
        </w:rPr>
        <w:t> </w:t>
      </w:r>
      <w:r w:rsidRPr="00DE30DA">
        <w:rPr>
          <w:rFonts w:ascii="Times New Roman" w:hAnsi="Times New Roman"/>
          <w:sz w:val="28"/>
          <w:szCs w:val="28"/>
        </w:rPr>
        <w:t>615</w:t>
      </w:r>
      <w:r>
        <w:rPr>
          <w:rFonts w:ascii="Times New Roman" w:hAnsi="Times New Roman"/>
          <w:sz w:val="28"/>
          <w:szCs w:val="28"/>
        </w:rPr>
        <w:t>. Такого количества зёрен у царя не оказалось и он был посрамлён.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2.Идеи Мальтуса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первоначальной формулировке Мальтуса, численность населения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увеличивается в геометрической прогрессии (1, 2, 4, 8, 16 и т.д.), а производство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продуктов питания — в арифметической прогрессии (1, 2, 3, 4, 5 и т.д.).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Мальтусу, именно этот разрыв и является причиной многих общественных бед— бедности, голода, эпидемий, войн.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Интересные задачи, которые встречаются в учебниках математики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1. При хранении бревен строевого леса их укладывают, как показано на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рисунке. Сколько брёвен находится в одной кладке, если в ее основании</w:t>
      </w:r>
    </w:p>
    <w:p w:rsidR="0003515B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положено 12 бревен?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856AA6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80.25pt">
            <v:imagedata r:id="rId4" o:title=""/>
          </v:shape>
        </w:pic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Решение: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Составим математическую модель задачи: 1, 2, 3, 4,…,12. Это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арифметическая прогрессия, а 1 =1, d=1,а n =12. Надо найти n.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а n =a 1 +d(n-1); 12=1+1(n-1); n=12.</w:t>
      </w:r>
    </w:p>
    <w:p w:rsidR="0003515B" w:rsidRPr="00641EC9" w:rsidRDefault="0003515B" w:rsidP="00DE30DA">
      <w:pPr>
        <w:rPr>
          <w:rFonts w:ascii="Times New Roman" w:hAnsi="Times New Roman"/>
          <w:sz w:val="28"/>
          <w:szCs w:val="28"/>
          <w:lang w:val="en-US"/>
        </w:rPr>
      </w:pPr>
      <w:r w:rsidRPr="00DE30DA">
        <w:rPr>
          <w:rFonts w:ascii="Times New Roman" w:hAnsi="Times New Roman"/>
          <w:sz w:val="28"/>
          <w:szCs w:val="28"/>
          <w:lang w:val="en-US"/>
        </w:rPr>
        <w:t>S n =(a 1 +a n )∙n:2; S n =(1+12)∙12:2; S n =78.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одной кладке находится 78 бревен.\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 xml:space="preserve">2. Улитка ползет по дереву. За первую минуту она проползла </w:t>
      </w:r>
      <w:smartTag w:uri="urn:schemas-microsoft-com:office:smarttags" w:element="metricconverter">
        <w:smartTagPr>
          <w:attr w:name="ProductID" w:val="30 см"/>
        </w:smartTagPr>
        <w:r w:rsidRPr="00DE30DA">
          <w:rPr>
            <w:rFonts w:ascii="Times New Roman" w:hAnsi="Times New Roman"/>
            <w:sz w:val="28"/>
            <w:szCs w:val="28"/>
          </w:rPr>
          <w:t>30 см</w:t>
        </w:r>
      </w:smartTag>
      <w:r w:rsidRPr="00DE30DA">
        <w:rPr>
          <w:rFonts w:ascii="Times New Roman" w:hAnsi="Times New Roman"/>
          <w:sz w:val="28"/>
          <w:szCs w:val="28"/>
        </w:rPr>
        <w:t>, а за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 xml:space="preserve">каждую следующую минуту — на </w:t>
      </w:r>
      <w:smartTag w:uri="urn:schemas-microsoft-com:office:smarttags" w:element="metricconverter">
        <w:smartTagPr>
          <w:attr w:name="ProductID" w:val="5 см"/>
        </w:smartTagPr>
        <w:r w:rsidRPr="00DE30DA">
          <w:rPr>
            <w:rFonts w:ascii="Times New Roman" w:hAnsi="Times New Roman"/>
            <w:sz w:val="28"/>
            <w:szCs w:val="28"/>
          </w:rPr>
          <w:t>5 см</w:t>
        </w:r>
      </w:smartTag>
      <w:r w:rsidRPr="00DE30DA">
        <w:rPr>
          <w:rFonts w:ascii="Times New Roman" w:hAnsi="Times New Roman"/>
          <w:sz w:val="28"/>
          <w:szCs w:val="28"/>
        </w:rPr>
        <w:t xml:space="preserve"> больше, чем за предыдущую. За какое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 xml:space="preserve">время достигнет улитка вершины дерева длиной </w:t>
      </w:r>
      <w:smartTag w:uri="urn:schemas-microsoft-com:office:smarttags" w:element="metricconverter">
        <w:smartTagPr>
          <w:attr w:name="ProductID" w:val="5,25 м"/>
        </w:smartTagPr>
        <w:r w:rsidRPr="00DE30DA">
          <w:rPr>
            <w:rFonts w:ascii="Times New Roman" w:hAnsi="Times New Roman"/>
            <w:sz w:val="28"/>
            <w:szCs w:val="28"/>
          </w:rPr>
          <w:t>5,25 м</w:t>
        </w:r>
      </w:smartTag>
      <w:r w:rsidRPr="00DE30DA">
        <w:rPr>
          <w:rFonts w:ascii="Times New Roman" w:hAnsi="Times New Roman"/>
          <w:sz w:val="28"/>
          <w:szCs w:val="28"/>
        </w:rPr>
        <w:t>, если считать, что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движение начато от его основания?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  <w:lang w:val="en-US"/>
        </w:rPr>
      </w:pPr>
      <w:r w:rsidRPr="00DE30DA">
        <w:rPr>
          <w:rFonts w:ascii="Times New Roman" w:hAnsi="Times New Roman"/>
          <w:sz w:val="28"/>
          <w:szCs w:val="28"/>
        </w:rPr>
        <w:t>Решение</w:t>
      </w:r>
      <w:r w:rsidRPr="00DE30DA">
        <w:rPr>
          <w:rFonts w:ascii="Times New Roman" w:hAnsi="Times New Roman"/>
          <w:sz w:val="28"/>
          <w:szCs w:val="28"/>
          <w:lang w:val="en-US"/>
        </w:rPr>
        <w:t>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  <w:lang w:val="en-US"/>
        </w:rPr>
      </w:pPr>
      <w:r w:rsidRPr="00DE30DA">
        <w:rPr>
          <w:rFonts w:ascii="Times New Roman" w:hAnsi="Times New Roman"/>
          <w:sz w:val="28"/>
          <w:szCs w:val="28"/>
          <w:lang w:val="en-US"/>
        </w:rPr>
        <w:t>a 1 =30, d=5, S n = 525, n&gt;0.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  <w:lang w:val="en-US"/>
        </w:rPr>
      </w:pPr>
      <w:r w:rsidRPr="00DE30DA">
        <w:rPr>
          <w:rFonts w:ascii="Times New Roman" w:hAnsi="Times New Roman"/>
          <w:sz w:val="28"/>
          <w:szCs w:val="28"/>
          <w:lang w:val="en-US"/>
        </w:rPr>
        <w:t>S n = (2a 1 + d (n-1))n:2; 525= (2</w:t>
      </w:r>
      <w:r w:rsidRPr="00DE30DA">
        <w:rPr>
          <w:rFonts w:ascii="Times New Roman" w:hAnsi="Times New Roman"/>
          <w:sz w:val="28"/>
          <w:szCs w:val="28"/>
        </w:rPr>
        <w:t>·</w:t>
      </w:r>
      <w:r w:rsidRPr="00DE30DA">
        <w:rPr>
          <w:rFonts w:ascii="Times New Roman" w:hAnsi="Times New Roman"/>
          <w:sz w:val="28"/>
          <w:szCs w:val="28"/>
          <w:lang w:val="en-US"/>
        </w:rPr>
        <w:t>30+ 5 (n-1))n:2; 1050= (60+ 5 (n-1))n;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1050= 55 n + 5n 2 ;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n 2 +11 n -210=0, n 1 =-21, n 2 =10 (n&gt;0).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Улитка достигнет вершины за 10 дней.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О финансовых пирамидах: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Разберёмся в механизмах этих организаций. Организатор начинает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вовлекать в свою организацию и говорит, что, если внести указанную плату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указанным адресам по 1 рублю, а затем заплатить ещё по 5 таким же адресам,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вычеркнув первый адрес и дописав свой последним, то через некоторое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вы получите уйму денег. Хотя желающих разбогатеть по щучьему веленью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немало, но в выигрыше оказываются только учредители такой игры.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Решение: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Дело в том, что число участников увеличивается в 5 раз с каждым кругом.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Если пятёрка устроителей подпишет, допустим, 120 человек со своими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адресами, то в первом круге участвуют 120 человек, во втором – 600, в третьем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– 3 000, …, в десятом – 234 375 000 человек; это намного больше населения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страны. Так что участник, включившийся в восьмом или девятом круге, уже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ничего не получит.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Прогрессии в природе: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Все организмы обладают интенсивностью размножения в геометрической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прогрессии.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1. Инфузории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Летом инфузории размножаются бесполым способом делением пополам.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Вопрос: сколько будет инфузорий после 15-го размножения?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b 15 = 2∙2 14 = 32 768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2. Известно, что бактерии размножаются делением: одна бактерия делится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на две; каждая из этих двух в свою очередь тоже делится на две, и получаются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четыре бактерии; из этих четырех в результате деления получаются восемь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бактерий и т. д. Результат каждого удвоения будем называть поколением.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Способность к размножению у бактерий настолько велика, что если бы они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гибли от разных причин, а беспрерывно размножались, то за трое суток общая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масса потомства одной только бактерии могла бы составить 7500 тонн. 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громадным количеством бактерий можно было бы заполнить около 375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железнодорожных вагонов.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3. Бактерия, попав в живой организм, к концу 20-й минуты делится на две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бактерии, каждая из них к концу следующих 20 минут делится опять на две 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т.д. Найдите число бактерий, образующихся из одной бактерии к концу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суток.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Решение: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сутках 1440 минут, каждые двадцать минут появляется новое поколение -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за сутки 72 поколения. По формуле суммы n первых членов геометрической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прогрессии, у которой b 1 =1, q=2, n=72, находим, что S 72 =2 72 -1= 4 722 366 482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869 645 213 696 – 1 </w:t>
      </w:r>
      <w:r w:rsidRPr="00DE30DA">
        <w:rPr>
          <w:rFonts w:ascii="Times New Roman" w:hAnsi="Times New Roman"/>
          <w:sz w:val="28"/>
          <w:szCs w:val="28"/>
        </w:rPr>
        <w:t>= 4 722 366 482 869 645 213 695.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Прогрессии в литературе: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Отличие ямба от хорея состоит в различных расположениях ударных слогов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стиха.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Ямб – это стихотворный размер с ударением на четных слогах 2; 4; 6;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8;…Номера ударных слогов образуют арифметическую прогрессию с первым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членом 2 и разностью прогрессии 2.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«Мой дЯдя сАмых чЕстных прАвил…», прогрессия 2; 4; 6; 8;…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Хорей – это стихотворный размер с ударением на нечетные слогах стиха.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Номера ударных слогов образуют арифметическую прогрессию 1; 3; 5; 7;..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«Я пропАл, как звЕрь в загОне»Б.Л.Пастернак, «БУря мглОю нЕбо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крОет»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А.С. Пушкин, прогрессия 1; 3; 5;7.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Использование прогрессий в других разных науках: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1. Химия. При повышении температуры по арифметической прогрессии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скорость химических реакций растет по геометрической прогрессии.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2. Геометрия. Вписанные друг в друга правильные треугольники образуют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геометрическую прогрессию.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3. Физика. а) Нейтрон, ударяя по ядру урана, раскалывает его на две части.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Получаются два нейтрона. Затем два нейтрона, ударяя по двум ядрам,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раскалывает их еще на 4 части и т.д. – это геометрическая прогрессия.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б) При свободном падении тело прошло в первую секунду 5м, а в каждую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следующую на 10м больше. Найдите глубину шахты, если свободно падающее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0DA">
        <w:rPr>
          <w:rFonts w:ascii="Times New Roman" w:hAnsi="Times New Roman"/>
          <w:sz w:val="28"/>
          <w:szCs w:val="28"/>
        </w:rPr>
        <w:t>тело достигло его дна через 5 с. после начала падения.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Решение: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Составим математическую модель задачи: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первую секунду 5м,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во вторую секунду 15м,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третью секунду 25м,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четвертую секунду 35м,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 пятую секунду 45м.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Всего за пять секунд 5+15+25+35+45=125(м).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Заключение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Сделав анализ задач на прогрессии с практическим содержанием, мы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увидели, что прогрессии встречаются при решении задач в медицине, в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строительстве, в банковских расчетах, в живой природе, в спортивных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соревнованиях и в других жизненных ситуациях. Следовательно, многим</w:t>
      </w:r>
    </w:p>
    <w:p w:rsidR="0003515B" w:rsidRDefault="0003515B" w:rsidP="00DE30DA">
      <w:pPr>
        <w:rPr>
          <w:rFonts w:ascii="Times New Roman" w:hAnsi="Times New Roman"/>
          <w:sz w:val="28"/>
          <w:szCs w:val="28"/>
        </w:rPr>
      </w:pPr>
      <w:r w:rsidRPr="00DE30DA">
        <w:rPr>
          <w:rFonts w:ascii="Times New Roman" w:hAnsi="Times New Roman"/>
          <w:sz w:val="28"/>
          <w:szCs w:val="28"/>
        </w:rPr>
        <w:t>необходим навык применения знаний, связанных с прогрессиями.</w:t>
      </w:r>
    </w:p>
    <w:p w:rsidR="0003515B" w:rsidRDefault="0003515B" w:rsidP="00DE30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часть.</w:t>
      </w:r>
    </w:p>
    <w:p w:rsidR="0003515B" w:rsidRPr="00DE30DA" w:rsidRDefault="0003515B" w:rsidP="00DE30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опорный конспект, записав в нём решение всех задач.</w:t>
      </w:r>
    </w:p>
    <w:sectPr w:rsidR="0003515B" w:rsidRPr="00DE30DA" w:rsidSect="00103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94A"/>
    <w:rsid w:val="00005ED4"/>
    <w:rsid w:val="0003515B"/>
    <w:rsid w:val="00037599"/>
    <w:rsid w:val="000A1C00"/>
    <w:rsid w:val="00103761"/>
    <w:rsid w:val="00150B25"/>
    <w:rsid w:val="001C6D56"/>
    <w:rsid w:val="002656D0"/>
    <w:rsid w:val="00294FE0"/>
    <w:rsid w:val="002B13DA"/>
    <w:rsid w:val="002B257B"/>
    <w:rsid w:val="00335ABC"/>
    <w:rsid w:val="00343E70"/>
    <w:rsid w:val="003F531D"/>
    <w:rsid w:val="00441177"/>
    <w:rsid w:val="004950BF"/>
    <w:rsid w:val="004D75F8"/>
    <w:rsid w:val="004E0D30"/>
    <w:rsid w:val="0060185B"/>
    <w:rsid w:val="00640956"/>
    <w:rsid w:val="00641EC9"/>
    <w:rsid w:val="006F794A"/>
    <w:rsid w:val="00795928"/>
    <w:rsid w:val="007B281B"/>
    <w:rsid w:val="007F296C"/>
    <w:rsid w:val="00856AA6"/>
    <w:rsid w:val="0098202B"/>
    <w:rsid w:val="00A32E13"/>
    <w:rsid w:val="00A4067F"/>
    <w:rsid w:val="00A62D69"/>
    <w:rsid w:val="00AF3FC8"/>
    <w:rsid w:val="00B15966"/>
    <w:rsid w:val="00B570BC"/>
    <w:rsid w:val="00BB0C3F"/>
    <w:rsid w:val="00BC228E"/>
    <w:rsid w:val="00DA7819"/>
    <w:rsid w:val="00DC1017"/>
    <w:rsid w:val="00DE30DA"/>
    <w:rsid w:val="00DE6AD8"/>
    <w:rsid w:val="00E02646"/>
    <w:rsid w:val="00E51A24"/>
    <w:rsid w:val="00E82466"/>
    <w:rsid w:val="00ED3DF1"/>
    <w:rsid w:val="00F160BF"/>
    <w:rsid w:val="00F83560"/>
    <w:rsid w:val="00FC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7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40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9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6</Pages>
  <Words>1184</Words>
  <Characters>6752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Temp</cp:lastModifiedBy>
  <cp:revision>16</cp:revision>
  <dcterms:created xsi:type="dcterms:W3CDTF">2020-11-29T22:13:00Z</dcterms:created>
  <dcterms:modified xsi:type="dcterms:W3CDTF">2006-01-01T02:06:00Z</dcterms:modified>
</cp:coreProperties>
</file>